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5CB" w:rsidRPr="005C7D7E" w:rsidRDefault="00B705CB" w:rsidP="00523A53">
      <w:pPr>
        <w:jc w:val="center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</w:rPr>
        <w:t>Scientists!</w:t>
      </w:r>
      <w:r w:rsidRPr="00F11537">
        <w:rPr>
          <w:sz w:val="28"/>
          <w:szCs w:val="28"/>
          <w:u w:val="single"/>
        </w:rPr>
        <w:t xml:space="preserve"> (</w:t>
      </w:r>
      <w:r>
        <w:rPr>
          <w:sz w:val="28"/>
          <w:szCs w:val="28"/>
          <w:u w:val="single"/>
          <w:lang w:val="ru-RU"/>
        </w:rPr>
        <w:t>Науковц</w:t>
      </w:r>
      <w:r>
        <w:rPr>
          <w:sz w:val="28"/>
          <w:szCs w:val="28"/>
          <w:u w:val="single"/>
          <w:lang w:val="uk-UA"/>
        </w:rPr>
        <w:t>і!)</w:t>
      </w:r>
    </w:p>
    <w:p w:rsidR="00B705CB" w:rsidRDefault="00B705CB" w:rsidP="00523A53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>Directions: Please answer the following questions.</w:t>
      </w:r>
    </w:p>
    <w:p w:rsidR="00B705CB" w:rsidRPr="005C7D7E" w:rsidRDefault="00B705CB" w:rsidP="00523A53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Інструкція: Дайте, будь-ласка відповідь на наступні запитання. </w:t>
      </w:r>
    </w:p>
    <w:p w:rsidR="00B705CB" w:rsidRPr="005C7D7E" w:rsidRDefault="00B705CB" w:rsidP="00523A5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C7D7E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What chemicals are in the water? ___________________________________________?</w:t>
      </w:r>
    </w:p>
    <w:p w:rsidR="00B705CB" w:rsidRPr="005C7D7E" w:rsidRDefault="00B705CB" w:rsidP="005C7D7E">
      <w:pPr>
        <w:pStyle w:val="ListParagraph"/>
        <w:rPr>
          <w:sz w:val="24"/>
          <w:szCs w:val="24"/>
          <w:lang w:val="ru-RU"/>
        </w:rPr>
      </w:pPr>
      <w:r>
        <w:rPr>
          <w:sz w:val="24"/>
          <w:szCs w:val="24"/>
          <w:lang w:val="uk-UA"/>
        </w:rPr>
        <w:t>Які хімікати є у воді?</w:t>
      </w:r>
    </w:p>
    <w:p w:rsidR="00B705CB" w:rsidRPr="005C7D7E" w:rsidRDefault="00B705CB" w:rsidP="00523A5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Please chart your results!</w:t>
      </w:r>
    </w:p>
    <w:p w:rsidR="00B705CB" w:rsidRPr="005C7D7E" w:rsidRDefault="00B705CB" w:rsidP="005C7D7E">
      <w:pPr>
        <w:pStyle w:val="ListParagraph"/>
        <w:rPr>
          <w:sz w:val="24"/>
          <w:szCs w:val="24"/>
          <w:lang w:val="ru-RU"/>
        </w:rPr>
      </w:pPr>
      <w:r>
        <w:rPr>
          <w:sz w:val="24"/>
          <w:szCs w:val="24"/>
          <w:lang w:val="uk-UA"/>
        </w:rPr>
        <w:t>Занесіть, будь ласка, ваші результати у таблицю!</w:t>
      </w:r>
    </w:p>
    <w:p w:rsidR="00B705CB" w:rsidRPr="005C7D7E" w:rsidRDefault="00B705CB" w:rsidP="00523A53">
      <w:pPr>
        <w:rPr>
          <w:sz w:val="24"/>
          <w:szCs w:val="24"/>
          <w:lang w:val="ru-RU"/>
        </w:rPr>
      </w:pPr>
      <w:r>
        <w:rPr>
          <w:noProof/>
        </w:rPr>
        <w:pict>
          <v:line id="Straight Connector 2" o:spid="_x0000_s1026" style="position:absolute;flip:y;z-index:251658240;visibility:visible" from="1.65pt,232.95pt" to="471.3pt,2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" strokecolor="#4579b8"/>
        </w:pict>
      </w:r>
      <w:r>
        <w:rPr>
          <w:noProof/>
        </w:rPr>
        <w:pict>
          <v:line id="Straight Connector 1" o:spid="_x0000_s1027" style="position:absolute;z-index:251657216;visibility:visible" from="1.65pt,6.95pt" to="1.65pt,2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" strokecolor="#4579b8"/>
        </w:pict>
      </w:r>
    </w:p>
    <w:p w:rsidR="00B705CB" w:rsidRPr="005C7D7E" w:rsidRDefault="00B705CB" w:rsidP="00523A53">
      <w:pPr>
        <w:rPr>
          <w:sz w:val="24"/>
          <w:szCs w:val="24"/>
          <w:lang w:val="ru-RU"/>
        </w:rPr>
      </w:pPr>
    </w:p>
    <w:p w:rsidR="00B705CB" w:rsidRPr="005C7D7E" w:rsidRDefault="00B705CB" w:rsidP="00523A53">
      <w:pPr>
        <w:rPr>
          <w:sz w:val="24"/>
          <w:szCs w:val="24"/>
          <w:lang w:val="ru-RU"/>
        </w:rPr>
      </w:pPr>
    </w:p>
    <w:p w:rsidR="00B705CB" w:rsidRPr="005C7D7E" w:rsidRDefault="00B705CB" w:rsidP="00523A53">
      <w:pPr>
        <w:rPr>
          <w:sz w:val="24"/>
          <w:szCs w:val="24"/>
          <w:lang w:val="ru-RU"/>
        </w:rPr>
      </w:pPr>
    </w:p>
    <w:p w:rsidR="00B705CB" w:rsidRPr="005C7D7E" w:rsidRDefault="00B705CB" w:rsidP="00523A53">
      <w:pPr>
        <w:rPr>
          <w:sz w:val="24"/>
          <w:szCs w:val="24"/>
          <w:lang w:val="ru-RU"/>
        </w:rPr>
      </w:pPr>
    </w:p>
    <w:p w:rsidR="00B705CB" w:rsidRPr="005C7D7E" w:rsidRDefault="00B705CB" w:rsidP="00523A53">
      <w:pPr>
        <w:rPr>
          <w:sz w:val="24"/>
          <w:szCs w:val="24"/>
          <w:lang w:val="ru-RU"/>
        </w:rPr>
      </w:pPr>
    </w:p>
    <w:p w:rsidR="00B705CB" w:rsidRPr="005C7D7E" w:rsidRDefault="00B705CB" w:rsidP="00523A53">
      <w:pPr>
        <w:rPr>
          <w:sz w:val="24"/>
          <w:szCs w:val="24"/>
          <w:lang w:val="ru-RU"/>
        </w:rPr>
      </w:pPr>
    </w:p>
    <w:p w:rsidR="00B705CB" w:rsidRPr="005C7D7E" w:rsidRDefault="00B705CB" w:rsidP="00523A53">
      <w:pPr>
        <w:rPr>
          <w:sz w:val="24"/>
          <w:szCs w:val="24"/>
          <w:lang w:val="ru-RU"/>
        </w:rPr>
      </w:pPr>
    </w:p>
    <w:p w:rsidR="00B705CB" w:rsidRPr="005C7D7E" w:rsidRDefault="00B705CB" w:rsidP="00523A53">
      <w:pPr>
        <w:jc w:val="right"/>
        <w:rPr>
          <w:sz w:val="24"/>
          <w:szCs w:val="24"/>
          <w:lang w:val="ru-RU"/>
        </w:rPr>
      </w:pPr>
    </w:p>
    <w:p w:rsidR="00B705CB" w:rsidRPr="005C7D7E" w:rsidRDefault="00B705CB" w:rsidP="00523A53">
      <w:pPr>
        <w:jc w:val="right"/>
        <w:rPr>
          <w:sz w:val="24"/>
          <w:szCs w:val="24"/>
          <w:lang w:val="ru-RU"/>
        </w:rPr>
      </w:pPr>
    </w:p>
    <w:p w:rsidR="00B705CB" w:rsidRPr="005C7D7E" w:rsidRDefault="00B705CB" w:rsidP="00523A5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23A53">
        <w:rPr>
          <w:sz w:val="24"/>
          <w:szCs w:val="24"/>
        </w:rPr>
        <w:t>What can these chemicals do to you?  Are they safe? ___________________________?</w:t>
      </w:r>
    </w:p>
    <w:p w:rsidR="00B705CB" w:rsidRPr="005C7D7E" w:rsidRDefault="00B705CB" w:rsidP="005C7D7E">
      <w:pPr>
        <w:pStyle w:val="ListParagraph"/>
        <w:rPr>
          <w:sz w:val="24"/>
          <w:szCs w:val="24"/>
          <w:lang w:val="ru-RU"/>
        </w:rPr>
      </w:pPr>
      <w:r>
        <w:rPr>
          <w:sz w:val="24"/>
          <w:szCs w:val="24"/>
          <w:lang w:val="uk-UA"/>
        </w:rPr>
        <w:t>Що можуть хімікати зробити вам?</w:t>
      </w:r>
    </w:p>
    <w:p w:rsidR="00B705CB" w:rsidRPr="005C7D7E" w:rsidRDefault="00B705CB" w:rsidP="00523A53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523A53">
        <w:rPr>
          <w:sz w:val="24"/>
          <w:szCs w:val="24"/>
        </w:rPr>
        <w:t>Where did they come from?_______________________________________________?</w:t>
      </w:r>
    </w:p>
    <w:p w:rsidR="00B705CB" w:rsidRPr="00523A53" w:rsidRDefault="00B705CB" w:rsidP="005C7D7E">
      <w:pPr>
        <w:pStyle w:val="ListParagraph"/>
        <w:rPr>
          <w:sz w:val="24"/>
          <w:szCs w:val="24"/>
        </w:rPr>
      </w:pPr>
      <w:r>
        <w:rPr>
          <w:sz w:val="24"/>
          <w:szCs w:val="24"/>
          <w:lang w:val="uk-UA"/>
        </w:rPr>
        <w:t>Звідки вони беруться?</w:t>
      </w:r>
    </w:p>
    <w:p w:rsidR="00B705CB" w:rsidRPr="005C7D7E" w:rsidRDefault="00B705CB" w:rsidP="00523A53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Do you think any of these can be in your community?  Which ones?  Why? ____________________________________________________________________?</w:t>
      </w:r>
    </w:p>
    <w:p w:rsidR="00B705CB" w:rsidRPr="005C7D7E" w:rsidRDefault="00B705CB" w:rsidP="005C7D7E">
      <w:pPr>
        <w:pStyle w:val="ListParagraph"/>
        <w:rPr>
          <w:sz w:val="24"/>
          <w:szCs w:val="24"/>
          <w:lang w:val="ru-RU"/>
        </w:rPr>
      </w:pPr>
      <w:r>
        <w:rPr>
          <w:sz w:val="24"/>
          <w:szCs w:val="24"/>
          <w:lang w:val="uk-UA"/>
        </w:rPr>
        <w:t>Чи можуть деякі з них бути у вашій громаді? Які? Чому?</w:t>
      </w:r>
    </w:p>
    <w:p w:rsidR="00B705CB" w:rsidRPr="00523A53" w:rsidRDefault="00B705CB" w:rsidP="00523A53">
      <w:pPr>
        <w:jc w:val="center"/>
        <w:rPr>
          <w:sz w:val="24"/>
          <w:szCs w:val="24"/>
        </w:rPr>
      </w:pPr>
      <w:r w:rsidRPr="00267E6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i1025" type="#_x0000_t75" style="width:126.75pt;height:150pt;visibility:visible">
            <v:imagedata r:id="rId5" o:title=""/>
          </v:shape>
        </w:pict>
      </w:r>
      <w:bookmarkStart w:id="0" w:name="_GoBack"/>
      <w:bookmarkEnd w:id="0"/>
    </w:p>
    <w:sectPr w:rsidR="00B705CB" w:rsidRPr="00523A53" w:rsidSect="00F1153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83909"/>
    <w:multiLevelType w:val="hybridMultilevel"/>
    <w:tmpl w:val="432A227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3A53"/>
    <w:rsid w:val="00050CC4"/>
    <w:rsid w:val="00176FD2"/>
    <w:rsid w:val="00267E69"/>
    <w:rsid w:val="0035619F"/>
    <w:rsid w:val="00523A53"/>
    <w:rsid w:val="005C7D7E"/>
    <w:rsid w:val="007D0805"/>
    <w:rsid w:val="00884BD4"/>
    <w:rsid w:val="008E27DA"/>
    <w:rsid w:val="00932995"/>
    <w:rsid w:val="00981EB0"/>
    <w:rsid w:val="00B705CB"/>
    <w:rsid w:val="00D337E8"/>
    <w:rsid w:val="00DE16A9"/>
    <w:rsid w:val="00F11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80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23A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2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3A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109</Words>
  <Characters>627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Scientists</dc:title>
  <dc:subject/>
  <dc:creator>USER</dc:creator>
  <cp:keywords/>
  <dc:description/>
  <cp:lastModifiedBy>Theodora</cp:lastModifiedBy>
  <cp:revision>2</cp:revision>
  <dcterms:created xsi:type="dcterms:W3CDTF">2012-04-08T18:35:00Z</dcterms:created>
  <dcterms:modified xsi:type="dcterms:W3CDTF">2012-04-08T18:35:00Z</dcterms:modified>
</cp:coreProperties>
</file>